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F161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067F16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7F1614" w14:textId="288834E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15ADC">
        <w:rPr>
          <w:rFonts w:ascii="Corbel" w:hAnsi="Corbel"/>
          <w:i/>
          <w:smallCaps/>
          <w:sz w:val="24"/>
          <w:szCs w:val="24"/>
        </w:rPr>
        <w:t>22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715ADC">
        <w:rPr>
          <w:rFonts w:ascii="Corbel" w:hAnsi="Corbel"/>
          <w:i/>
          <w:smallCaps/>
          <w:sz w:val="24"/>
          <w:szCs w:val="24"/>
        </w:rPr>
        <w:t>4</w:t>
      </w:r>
    </w:p>
    <w:p w14:paraId="067F1615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67F1616" w14:textId="1BACFE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1C39BC">
        <w:rPr>
          <w:rFonts w:ascii="Corbel" w:hAnsi="Corbel"/>
          <w:sz w:val="20"/>
          <w:szCs w:val="20"/>
        </w:rPr>
        <w:t>2</w:t>
      </w:r>
      <w:r w:rsidR="0035022C">
        <w:rPr>
          <w:rFonts w:ascii="Corbel" w:hAnsi="Corbel"/>
          <w:sz w:val="20"/>
          <w:szCs w:val="20"/>
        </w:rPr>
        <w:t>3</w:t>
      </w:r>
      <w:r w:rsidR="001C39BC">
        <w:rPr>
          <w:rFonts w:ascii="Corbel" w:hAnsi="Corbel"/>
          <w:sz w:val="20"/>
          <w:szCs w:val="20"/>
        </w:rPr>
        <w:t>/202</w:t>
      </w:r>
      <w:r w:rsidR="0035022C">
        <w:rPr>
          <w:rFonts w:ascii="Corbel" w:hAnsi="Corbel"/>
          <w:sz w:val="20"/>
          <w:szCs w:val="20"/>
        </w:rPr>
        <w:t>4</w:t>
      </w:r>
    </w:p>
    <w:p w14:paraId="067F16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F161B" w14:textId="77777777" w:rsidTr="00B819C8">
        <w:tc>
          <w:tcPr>
            <w:tcW w:w="2694" w:type="dxa"/>
            <w:vAlign w:val="center"/>
          </w:tcPr>
          <w:p w14:paraId="067F16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7F161A" w14:textId="77777777"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067F161E" w14:textId="77777777" w:rsidTr="00B819C8">
        <w:tc>
          <w:tcPr>
            <w:tcW w:w="2694" w:type="dxa"/>
            <w:vAlign w:val="center"/>
          </w:tcPr>
          <w:p w14:paraId="067F16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161D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067F1621" w14:textId="77777777" w:rsidTr="00B819C8">
        <w:tc>
          <w:tcPr>
            <w:tcW w:w="2694" w:type="dxa"/>
            <w:vAlign w:val="center"/>
          </w:tcPr>
          <w:p w14:paraId="067F161F" w14:textId="79C3E124" w:rsidR="0085747A" w:rsidRPr="009C54AE" w:rsidRDefault="004E7E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F1620" w14:textId="6913D515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F1624" w14:textId="77777777" w:rsidTr="00B819C8">
        <w:tc>
          <w:tcPr>
            <w:tcW w:w="2694" w:type="dxa"/>
            <w:vAlign w:val="center"/>
          </w:tcPr>
          <w:p w14:paraId="067F1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7F1623" w14:textId="5856C9DF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14:paraId="067F1627" w14:textId="77777777" w:rsidTr="00B819C8">
        <w:tc>
          <w:tcPr>
            <w:tcW w:w="2694" w:type="dxa"/>
            <w:vAlign w:val="center"/>
          </w:tcPr>
          <w:p w14:paraId="067F16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F1626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14:paraId="067F162A" w14:textId="77777777" w:rsidTr="00B819C8">
        <w:tc>
          <w:tcPr>
            <w:tcW w:w="2694" w:type="dxa"/>
            <w:vAlign w:val="center"/>
          </w:tcPr>
          <w:p w14:paraId="067F16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7F1629" w14:textId="77777777"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67F162D" w14:textId="77777777" w:rsidTr="00B819C8">
        <w:tc>
          <w:tcPr>
            <w:tcW w:w="2694" w:type="dxa"/>
            <w:vAlign w:val="center"/>
          </w:tcPr>
          <w:p w14:paraId="067F16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F162C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7F1630" w14:textId="77777777" w:rsidTr="00B819C8">
        <w:tc>
          <w:tcPr>
            <w:tcW w:w="2694" w:type="dxa"/>
            <w:vAlign w:val="center"/>
          </w:tcPr>
          <w:p w14:paraId="067F16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7F162F" w14:textId="535F4E37" w:rsidR="00BB3F6E" w:rsidRPr="009C54AE" w:rsidRDefault="00193AE4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B3F6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067F1633" w14:textId="77777777" w:rsidTr="00B819C8">
        <w:tc>
          <w:tcPr>
            <w:tcW w:w="2694" w:type="dxa"/>
            <w:vAlign w:val="center"/>
          </w:tcPr>
          <w:p w14:paraId="067F1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7F1632" w14:textId="77777777"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14:paraId="067F1636" w14:textId="77777777" w:rsidTr="00B819C8">
        <w:tc>
          <w:tcPr>
            <w:tcW w:w="2694" w:type="dxa"/>
            <w:vAlign w:val="center"/>
          </w:tcPr>
          <w:p w14:paraId="067F16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7F1635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67F1639" w14:textId="77777777" w:rsidTr="00B819C8">
        <w:tc>
          <w:tcPr>
            <w:tcW w:w="2694" w:type="dxa"/>
            <w:vAlign w:val="center"/>
          </w:tcPr>
          <w:p w14:paraId="067F16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7F1638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7F163C" w14:textId="77777777" w:rsidTr="00B819C8">
        <w:tc>
          <w:tcPr>
            <w:tcW w:w="2694" w:type="dxa"/>
            <w:vAlign w:val="center"/>
          </w:tcPr>
          <w:p w14:paraId="067F16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7F163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067F163F" w14:textId="77777777" w:rsidTr="00B819C8">
        <w:tc>
          <w:tcPr>
            <w:tcW w:w="2694" w:type="dxa"/>
            <w:vAlign w:val="center"/>
          </w:tcPr>
          <w:p w14:paraId="067F16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F16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7F16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F16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7F16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F16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7F164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7F16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7F165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50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3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9" w14:textId="44EC8687" w:rsidR="00015B8F" w:rsidRPr="009C54AE" w:rsidRDefault="00715A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30395F" w:rsidRPr="009C54AE" w14:paraId="067F166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5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6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7F166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7F16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7F166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7F1669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7F16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7F1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F166C" w14:textId="459D25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7F166D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67F166E" w14:textId="0DC4E1C2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E7E3F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67F166F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067F167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7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73" w14:textId="77777777" w:rsidTr="00745302">
        <w:tc>
          <w:tcPr>
            <w:tcW w:w="9670" w:type="dxa"/>
          </w:tcPr>
          <w:p w14:paraId="067F1672" w14:textId="77777777"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14:paraId="067F16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F167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F167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067F167B" w14:textId="77777777" w:rsidTr="00B7686D">
        <w:tc>
          <w:tcPr>
            <w:tcW w:w="851" w:type="dxa"/>
            <w:vAlign w:val="center"/>
          </w:tcPr>
          <w:p w14:paraId="067F1679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7F167A" w14:textId="77777777"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14:paraId="067F167E" w14:textId="77777777" w:rsidTr="00B7686D">
        <w:tc>
          <w:tcPr>
            <w:tcW w:w="851" w:type="dxa"/>
            <w:vAlign w:val="center"/>
          </w:tcPr>
          <w:p w14:paraId="067F167C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7F167D" w14:textId="77777777"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067F1681" w14:textId="77777777" w:rsidTr="00B7686D">
        <w:tc>
          <w:tcPr>
            <w:tcW w:w="851" w:type="dxa"/>
            <w:vAlign w:val="center"/>
          </w:tcPr>
          <w:p w14:paraId="067F167F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067F1680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067F1684" w14:textId="77777777" w:rsidTr="00B7686D">
        <w:tc>
          <w:tcPr>
            <w:tcW w:w="851" w:type="dxa"/>
            <w:vAlign w:val="center"/>
          </w:tcPr>
          <w:p w14:paraId="067F1682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7F1683" w14:textId="77777777"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87" w14:textId="77777777" w:rsidTr="00B7686D">
        <w:tc>
          <w:tcPr>
            <w:tcW w:w="851" w:type="dxa"/>
            <w:vAlign w:val="center"/>
          </w:tcPr>
          <w:p w14:paraId="067F168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7F1686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14:paraId="067F16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7F16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67F168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067F168E" w14:textId="77777777" w:rsidTr="0071620A">
        <w:tc>
          <w:tcPr>
            <w:tcW w:w="1701" w:type="dxa"/>
            <w:vAlign w:val="center"/>
          </w:tcPr>
          <w:p w14:paraId="067F16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67F16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7F1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7E3F" w:rsidRPr="009C54AE" w14:paraId="2939943D" w14:textId="77777777" w:rsidTr="0071620A">
        <w:tc>
          <w:tcPr>
            <w:tcW w:w="1701" w:type="dxa"/>
            <w:vAlign w:val="center"/>
          </w:tcPr>
          <w:p w14:paraId="5B2FCD34" w14:textId="77777777" w:rsidR="004E7E3F" w:rsidRPr="009C54AE" w:rsidRDefault="004E7E3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3E02B11" w14:textId="7210B468" w:rsidR="004E7E3F" w:rsidRPr="009C54AE" w:rsidRDefault="004E7E3F" w:rsidP="004E7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59E10996" w14:textId="77777777" w:rsidR="004E7E3F" w:rsidRPr="009C54AE" w:rsidRDefault="004E7E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067F1692" w14:textId="77777777" w:rsidTr="005E6E85">
        <w:tc>
          <w:tcPr>
            <w:tcW w:w="1701" w:type="dxa"/>
          </w:tcPr>
          <w:p w14:paraId="067F168F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7F1690" w14:textId="77777777"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14:paraId="067F1691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067F1696" w14:textId="77777777" w:rsidTr="005E6E85">
        <w:tc>
          <w:tcPr>
            <w:tcW w:w="1701" w:type="dxa"/>
          </w:tcPr>
          <w:p w14:paraId="067F1693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67F1694" w14:textId="77777777"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14:paraId="067F1695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14:paraId="067F169A" w14:textId="77777777" w:rsidTr="005E6E85">
        <w:tc>
          <w:tcPr>
            <w:tcW w:w="1701" w:type="dxa"/>
          </w:tcPr>
          <w:p w14:paraId="067F169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67F1698" w14:textId="77777777"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14:paraId="067F1699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14:paraId="067F169E" w14:textId="77777777" w:rsidTr="005E6E85">
        <w:tc>
          <w:tcPr>
            <w:tcW w:w="1701" w:type="dxa"/>
          </w:tcPr>
          <w:p w14:paraId="067F169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7F169C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14:paraId="067F169D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14:paraId="067F16A2" w14:textId="77777777" w:rsidTr="005E6E85">
        <w:tc>
          <w:tcPr>
            <w:tcW w:w="1701" w:type="dxa"/>
          </w:tcPr>
          <w:p w14:paraId="067F169F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67F16A0" w14:textId="77777777"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14:paraId="067F16A1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14:paraId="067F16A6" w14:textId="77777777" w:rsidTr="005E6E85">
        <w:tc>
          <w:tcPr>
            <w:tcW w:w="1701" w:type="dxa"/>
          </w:tcPr>
          <w:p w14:paraId="067F16A3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7F16A4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14:paraId="067F16A5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14:paraId="067F16AA" w14:textId="77777777" w:rsidTr="005E6E85">
        <w:tc>
          <w:tcPr>
            <w:tcW w:w="1701" w:type="dxa"/>
          </w:tcPr>
          <w:p w14:paraId="067F16A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7F16A8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walory i niedostatki swojego przygotowania do pracy pedagogicznej (w zakresie wiedzy i umiejętności),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opisze możliwości podniesienia swoich kompetencji zawodowych.</w:t>
            </w:r>
          </w:p>
        </w:tc>
        <w:tc>
          <w:tcPr>
            <w:tcW w:w="1873" w:type="dxa"/>
          </w:tcPr>
          <w:p w14:paraId="067F16A9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lastRenderedPageBreak/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14:paraId="067F16AE" w14:textId="77777777" w:rsidTr="005E6E85">
        <w:tc>
          <w:tcPr>
            <w:tcW w:w="1701" w:type="dxa"/>
          </w:tcPr>
          <w:p w14:paraId="067F16A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67F16AC" w14:textId="77777777"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etyki zawodowej przy indywidualnej i zespołowej realizacji zadań w trakcie praktyki.</w:t>
            </w:r>
          </w:p>
        </w:tc>
        <w:tc>
          <w:tcPr>
            <w:tcW w:w="1873" w:type="dxa"/>
          </w:tcPr>
          <w:p w14:paraId="067F16AD" w14:textId="77777777"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7F16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7F16B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B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14:paraId="067F16B3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B5" w14:textId="77777777" w:rsidTr="00923D7D">
        <w:tc>
          <w:tcPr>
            <w:tcW w:w="9639" w:type="dxa"/>
          </w:tcPr>
          <w:p w14:paraId="067F16B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067F16B7" w14:textId="77777777" w:rsidTr="00923D7D">
        <w:tc>
          <w:tcPr>
            <w:tcW w:w="9639" w:type="dxa"/>
          </w:tcPr>
          <w:p w14:paraId="067F16B6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B9" w14:textId="77777777" w:rsidTr="00923D7D">
        <w:tc>
          <w:tcPr>
            <w:tcW w:w="9639" w:type="dxa"/>
          </w:tcPr>
          <w:p w14:paraId="067F16B8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14:paraId="067F16BB" w14:textId="77777777" w:rsidTr="00923D7D">
        <w:tc>
          <w:tcPr>
            <w:tcW w:w="9639" w:type="dxa"/>
          </w:tcPr>
          <w:p w14:paraId="067F16BA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14:paraId="067F16BD" w14:textId="77777777" w:rsidTr="00923D7D">
        <w:tc>
          <w:tcPr>
            <w:tcW w:w="9639" w:type="dxa"/>
          </w:tcPr>
          <w:p w14:paraId="067F16BC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067F16BF" w14:textId="77777777" w:rsidTr="00923D7D">
        <w:tc>
          <w:tcPr>
            <w:tcW w:w="9639" w:type="dxa"/>
          </w:tcPr>
          <w:p w14:paraId="067F16B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067F16C1" w14:textId="77777777" w:rsidTr="00923D7D">
        <w:tc>
          <w:tcPr>
            <w:tcW w:w="9639" w:type="dxa"/>
          </w:tcPr>
          <w:p w14:paraId="067F16C0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67F16C2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67F1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C5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067F16C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67F16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7F16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7F16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7F16D2" w14:textId="77777777" w:rsidTr="00C05F44">
        <w:tc>
          <w:tcPr>
            <w:tcW w:w="1985" w:type="dxa"/>
            <w:vAlign w:val="center"/>
          </w:tcPr>
          <w:p w14:paraId="067F16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F16C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67F16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7F16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7F16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067F16D6" w14:textId="77777777" w:rsidTr="00C05F44">
        <w:tc>
          <w:tcPr>
            <w:tcW w:w="1985" w:type="dxa"/>
          </w:tcPr>
          <w:p w14:paraId="067F16D3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67F16D4" w14:textId="77777777"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5" w14:textId="77777777"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A" w14:textId="77777777" w:rsidTr="00C05F44">
        <w:tc>
          <w:tcPr>
            <w:tcW w:w="1985" w:type="dxa"/>
          </w:tcPr>
          <w:p w14:paraId="067F16D7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67F16D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D9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E" w14:textId="77777777" w:rsidTr="00C05F44">
        <w:tc>
          <w:tcPr>
            <w:tcW w:w="1985" w:type="dxa"/>
          </w:tcPr>
          <w:p w14:paraId="067F16DB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7F16DC" w14:textId="77777777"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D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2" w14:textId="77777777" w:rsidTr="00C05F44">
        <w:tc>
          <w:tcPr>
            <w:tcW w:w="1985" w:type="dxa"/>
          </w:tcPr>
          <w:p w14:paraId="067F16DF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67F16E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1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6" w14:textId="77777777" w:rsidTr="00C05F44">
        <w:tc>
          <w:tcPr>
            <w:tcW w:w="1985" w:type="dxa"/>
          </w:tcPr>
          <w:p w14:paraId="067F16E3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67F16E4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14:paraId="067F16E5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A" w14:textId="77777777" w:rsidTr="00C05F44">
        <w:tc>
          <w:tcPr>
            <w:tcW w:w="1985" w:type="dxa"/>
          </w:tcPr>
          <w:p w14:paraId="067F16E7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067F16E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9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E" w14:textId="77777777" w:rsidTr="00C05F44">
        <w:tc>
          <w:tcPr>
            <w:tcW w:w="1985" w:type="dxa"/>
          </w:tcPr>
          <w:p w14:paraId="067F16E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67F16EC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ED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F2" w14:textId="77777777" w:rsidTr="00C05F44">
        <w:tc>
          <w:tcPr>
            <w:tcW w:w="1985" w:type="dxa"/>
          </w:tcPr>
          <w:p w14:paraId="067F16EF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067F16F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F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67F16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67F16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067F16F7" w14:textId="77777777" w:rsidTr="001A0066">
        <w:tc>
          <w:tcPr>
            <w:tcW w:w="9670" w:type="dxa"/>
          </w:tcPr>
          <w:p w14:paraId="067F16F6" w14:textId="77777777"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67F16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7F1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7F16FD" w14:textId="77777777" w:rsidTr="003E1941">
        <w:tc>
          <w:tcPr>
            <w:tcW w:w="4962" w:type="dxa"/>
            <w:vAlign w:val="center"/>
          </w:tcPr>
          <w:p w14:paraId="067F16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7F1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7F1700" w14:textId="77777777" w:rsidTr="00923D7D">
        <w:tc>
          <w:tcPr>
            <w:tcW w:w="4962" w:type="dxa"/>
          </w:tcPr>
          <w:p w14:paraId="067F16FE" w14:textId="77777777" w:rsidR="0085747A" w:rsidRPr="007A06E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6EA">
              <w:rPr>
                <w:rFonts w:ascii="Corbel" w:hAnsi="Corbel"/>
                <w:sz w:val="24"/>
                <w:szCs w:val="24"/>
              </w:rPr>
              <w:t>G</w:t>
            </w:r>
            <w:r w:rsidR="0085747A" w:rsidRPr="007A06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A06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A06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A06EA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7A06E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7A06EA">
              <w:rPr>
                <w:rFonts w:ascii="Corbel" w:hAnsi="Corbel"/>
                <w:sz w:val="24"/>
                <w:szCs w:val="24"/>
              </w:rPr>
              <w:t>z</w:t>
            </w:r>
            <w:r w:rsidR="00456DE9" w:rsidRPr="007A06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7A06EA">
              <w:rPr>
                <w:rFonts w:ascii="Corbel" w:hAnsi="Corbel"/>
                <w:sz w:val="24"/>
                <w:szCs w:val="24"/>
              </w:rPr>
              <w:t> </w:t>
            </w:r>
            <w:r w:rsidR="0045729E" w:rsidRPr="007A06EA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7A06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6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7F16FF" w14:textId="77777777"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067F1704" w14:textId="77777777" w:rsidTr="00923D7D">
        <w:tc>
          <w:tcPr>
            <w:tcW w:w="4962" w:type="dxa"/>
          </w:tcPr>
          <w:p w14:paraId="067F1701" w14:textId="77777777" w:rsidR="00C61DC5" w:rsidRPr="007A06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6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A06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7F1702" w14:textId="77777777" w:rsidR="00C61DC5" w:rsidRPr="007A06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6EA">
              <w:rPr>
                <w:rFonts w:ascii="Corbel" w:hAnsi="Corbel"/>
                <w:sz w:val="24"/>
                <w:szCs w:val="24"/>
              </w:rPr>
              <w:t>(u</w:t>
            </w:r>
            <w:r w:rsidR="00E56AC1" w:rsidRPr="007A06EA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 w:rsidRPr="007A06EA">
              <w:rPr>
                <w:rFonts w:ascii="Corbel" w:hAnsi="Corbel"/>
                <w:sz w:val="24"/>
                <w:szCs w:val="24"/>
              </w:rPr>
              <w:t>, zaliczenie praktyki</w:t>
            </w:r>
            <w:r w:rsidRPr="007A06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7F1703" w14:textId="3F85AE42" w:rsidR="00C61DC5" w:rsidRPr="009C54AE" w:rsidRDefault="009F45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7F1708" w14:textId="77777777" w:rsidTr="00923D7D">
        <w:tc>
          <w:tcPr>
            <w:tcW w:w="4962" w:type="dxa"/>
          </w:tcPr>
          <w:p w14:paraId="4B3DB81C" w14:textId="77777777" w:rsidR="004D7F54" w:rsidRDefault="004D7F54" w:rsidP="004D7F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9CCDE65" w14:textId="523EDAFA" w:rsid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0F90B2D7" w14:textId="7BCAA713" w:rsidR="004D7F54" w:rsidRP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pomocy dydaktycznych,</w:t>
            </w:r>
          </w:p>
          <w:p w14:paraId="067F1706" w14:textId="637C8276" w:rsidR="00C61DC5" w:rsidRPr="009C54AE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dokumentacji praktyki.</w:t>
            </w:r>
          </w:p>
        </w:tc>
        <w:tc>
          <w:tcPr>
            <w:tcW w:w="4677" w:type="dxa"/>
          </w:tcPr>
          <w:p w14:paraId="5B01D595" w14:textId="34787B27" w:rsidR="004D7F54" w:rsidRDefault="004D27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r w:rsidR="009F4548">
              <w:rPr>
                <w:rFonts w:ascii="Corbel" w:hAnsi="Corbel"/>
                <w:sz w:val="24"/>
                <w:szCs w:val="24"/>
              </w:rPr>
              <w:t>0</w:t>
            </w:r>
          </w:p>
          <w:p w14:paraId="431D6A7D" w14:textId="77777777" w:rsidR="004D7F54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7F1707" w14:textId="1F772425" w:rsidR="004D7F54" w:rsidRPr="009C54AE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67F170B" w14:textId="77777777" w:rsidTr="00923D7D">
        <w:tc>
          <w:tcPr>
            <w:tcW w:w="4962" w:type="dxa"/>
          </w:tcPr>
          <w:p w14:paraId="067F17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7F170A" w14:textId="647E7C64" w:rsidR="0085747A" w:rsidRPr="009C54AE" w:rsidRDefault="005338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067F170E" w14:textId="77777777" w:rsidTr="00923D7D">
        <w:tc>
          <w:tcPr>
            <w:tcW w:w="4962" w:type="dxa"/>
          </w:tcPr>
          <w:p w14:paraId="067F17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F170D" w14:textId="051E51DA" w:rsidR="0085747A" w:rsidRPr="009C54AE" w:rsidRDefault="00A15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7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067F1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7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7F1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67F1715" w14:textId="77777777" w:rsidTr="0071620A">
        <w:trPr>
          <w:trHeight w:val="397"/>
        </w:trPr>
        <w:tc>
          <w:tcPr>
            <w:tcW w:w="3544" w:type="dxa"/>
          </w:tcPr>
          <w:p w14:paraId="067F1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7F1714" w14:textId="77777777"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067F1718" w14:textId="77777777" w:rsidTr="0071620A">
        <w:trPr>
          <w:trHeight w:val="397"/>
        </w:trPr>
        <w:tc>
          <w:tcPr>
            <w:tcW w:w="3544" w:type="dxa"/>
          </w:tcPr>
          <w:p w14:paraId="067F17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7F1717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67F17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F17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067F1725" w14:textId="77777777" w:rsidTr="0071620A">
        <w:trPr>
          <w:trHeight w:val="397"/>
        </w:trPr>
        <w:tc>
          <w:tcPr>
            <w:tcW w:w="7513" w:type="dxa"/>
          </w:tcPr>
          <w:p w14:paraId="067F171C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7F171D" w14:textId="77777777"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1E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28B48304" w14:textId="37EB3855" w:rsidR="006D55C1" w:rsidRDefault="006D55C1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 w:rsidR="000F5369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0F5369">
              <w:rPr>
                <w:rFonts w:ascii="Corbel" w:hAnsi="Corbel"/>
                <w:i/>
                <w:iCs/>
                <w:sz w:val="24"/>
                <w:szCs w:val="24"/>
              </w:rPr>
              <w:t xml:space="preserve">Pedagog szkolny. Homo viator w labiryncie </w:t>
            </w:r>
            <w:r w:rsidR="00F049F1">
              <w:rPr>
                <w:rFonts w:ascii="Corbel" w:hAnsi="Corbel"/>
                <w:i/>
                <w:iCs/>
                <w:sz w:val="24"/>
                <w:szCs w:val="24"/>
              </w:rPr>
              <w:t>życia szkolnego</w:t>
            </w:r>
            <w:r w:rsidR="00F049F1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140770CA" w14:textId="77777777" w:rsidR="004E7E3F" w:rsidRPr="009D33AA" w:rsidRDefault="004E7E3F" w:rsidP="004E7E3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67F171F" w14:textId="77777777"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067F1720" w14:textId="77777777"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67F1721" w14:textId="77777777"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067F1722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067F1724" w14:textId="1583BCDF"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067F1732" w14:textId="77777777" w:rsidTr="0071620A">
        <w:trPr>
          <w:trHeight w:val="397"/>
        </w:trPr>
        <w:tc>
          <w:tcPr>
            <w:tcW w:w="7513" w:type="dxa"/>
          </w:tcPr>
          <w:p w14:paraId="067F1726" w14:textId="77777777"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67F1727" w14:textId="77777777"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28" w14:textId="77777777"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067F1729" w14:textId="77777777"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67F172A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67F172B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67F172C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067F172D" w14:textId="77777777"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067F172E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067F172F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067F1730" w14:textId="1970F3E0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021EA7E6" w14:textId="77777777" w:rsidR="00C32847" w:rsidRPr="00FC6B8C" w:rsidRDefault="00C32847" w:rsidP="00C328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067F1731" w14:textId="77777777"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067F17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5" w14:textId="495A2FC7" w:rsidR="0085747A" w:rsidRPr="009C54AE" w:rsidRDefault="00DC4BD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</w:t>
      </w:r>
      <w:bookmarkStart w:id="0" w:name="_GoBack"/>
      <w:bookmarkEnd w:id="0"/>
      <w:r w:rsidR="0085747A"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BA7F4" w14:textId="77777777" w:rsidR="00DF51A0" w:rsidRDefault="00DF51A0" w:rsidP="00C16ABF">
      <w:pPr>
        <w:spacing w:after="0" w:line="240" w:lineRule="auto"/>
      </w:pPr>
      <w:r>
        <w:separator/>
      </w:r>
    </w:p>
  </w:endnote>
  <w:endnote w:type="continuationSeparator" w:id="0">
    <w:p w14:paraId="4F456508" w14:textId="77777777" w:rsidR="00DF51A0" w:rsidRDefault="00DF51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54482" w14:textId="77777777" w:rsidR="00DF51A0" w:rsidRDefault="00DF51A0" w:rsidP="00C16ABF">
      <w:pPr>
        <w:spacing w:after="0" w:line="240" w:lineRule="auto"/>
      </w:pPr>
      <w:r>
        <w:separator/>
      </w:r>
    </w:p>
  </w:footnote>
  <w:footnote w:type="continuationSeparator" w:id="0">
    <w:p w14:paraId="380AE730" w14:textId="77777777" w:rsidR="00DF51A0" w:rsidRDefault="00DF51A0" w:rsidP="00C16ABF">
      <w:pPr>
        <w:spacing w:after="0" w:line="240" w:lineRule="auto"/>
      </w:pPr>
      <w:r>
        <w:continuationSeparator/>
      </w:r>
    </w:p>
  </w:footnote>
  <w:footnote w:id="1">
    <w:p w14:paraId="067F1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A7F2E"/>
    <w:multiLevelType w:val="hybridMultilevel"/>
    <w:tmpl w:val="C19C030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69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3AE4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2CEC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22C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7CC"/>
    <w:rsid w:val="004D5282"/>
    <w:rsid w:val="004D7F54"/>
    <w:rsid w:val="004E7E3F"/>
    <w:rsid w:val="004F1551"/>
    <w:rsid w:val="004F55A3"/>
    <w:rsid w:val="004F59AA"/>
    <w:rsid w:val="0050496F"/>
    <w:rsid w:val="00513B6F"/>
    <w:rsid w:val="00517C63"/>
    <w:rsid w:val="00526C94"/>
    <w:rsid w:val="0053383C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2BB0"/>
    <w:rsid w:val="005F31D2"/>
    <w:rsid w:val="0061029B"/>
    <w:rsid w:val="00617230"/>
    <w:rsid w:val="00621CE1"/>
    <w:rsid w:val="00627FC9"/>
    <w:rsid w:val="0063371F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55C1"/>
    <w:rsid w:val="006D6139"/>
    <w:rsid w:val="006E5D65"/>
    <w:rsid w:val="006F1282"/>
    <w:rsid w:val="006F1FBC"/>
    <w:rsid w:val="006F31E2"/>
    <w:rsid w:val="00706544"/>
    <w:rsid w:val="007072BA"/>
    <w:rsid w:val="00715ADC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06EA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7F7412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548"/>
    <w:rsid w:val="009F4610"/>
    <w:rsid w:val="00A00ECC"/>
    <w:rsid w:val="00A154F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2847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C4BDD"/>
    <w:rsid w:val="00DE09C0"/>
    <w:rsid w:val="00DE4A14"/>
    <w:rsid w:val="00DF320D"/>
    <w:rsid w:val="00DF51A0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49F1"/>
    <w:rsid w:val="00F070AB"/>
    <w:rsid w:val="00F17567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1612"/>
  <w15:docId w15:val="{C39FF862-9EF9-471B-B852-384A2D12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72BF5-340C-489E-A360-D630131C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27</cp:revision>
  <cp:lastPrinted>2019-02-06T12:12:00Z</cp:lastPrinted>
  <dcterms:created xsi:type="dcterms:W3CDTF">2019-10-30T14:30:00Z</dcterms:created>
  <dcterms:modified xsi:type="dcterms:W3CDTF">2022-09-30T07:37:00Z</dcterms:modified>
</cp:coreProperties>
</file>